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5ED" w:rsidRPr="00273259" w:rsidRDefault="003325ED" w:rsidP="004E7815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ascii="Times New Roman" w:eastAsia="Calibri" w:hAnsi="Times New Roman"/>
          <w:sz w:val="28"/>
          <w:lang w:eastAsia="en-US"/>
        </w:rPr>
      </w:pPr>
    </w:p>
    <w:p w:rsidR="003325ED" w:rsidRPr="00273259" w:rsidRDefault="00E73240" w:rsidP="004E7815">
      <w:pPr>
        <w:tabs>
          <w:tab w:val="left" w:pos="708"/>
          <w:tab w:val="center" w:pos="4677"/>
          <w:tab w:val="left" w:pos="4710"/>
          <w:tab w:val="right" w:pos="9355"/>
        </w:tabs>
        <w:ind w:firstLine="709"/>
        <w:jc w:val="center"/>
        <w:rPr>
          <w:rFonts w:ascii="Times New Roman" w:eastAsia="Calibri" w:hAnsi="Times New Roman"/>
          <w:sz w:val="28"/>
          <w:lang w:eastAsia="en-US"/>
        </w:rPr>
      </w:pPr>
      <w:r w:rsidRPr="00273259">
        <w:rPr>
          <w:rFonts w:ascii="Times New Roman" w:eastAsia="Calibri" w:hAnsi="Times New Roman"/>
          <w:noProof/>
          <w:sz w:val="28"/>
        </w:rPr>
        <w:drawing>
          <wp:inline distT="0" distB="0" distL="0" distR="0" wp14:anchorId="43B8151E" wp14:editId="080EED4E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95A38" w:rsidRPr="00273259" w:rsidRDefault="00995A38" w:rsidP="004E7815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ascii="Times New Roman" w:eastAsia="Calibri" w:hAnsi="Times New Roman"/>
          <w:b/>
          <w:sz w:val="28"/>
          <w:lang w:eastAsia="en-US"/>
        </w:rPr>
      </w:pPr>
      <w:r w:rsidRPr="00273259">
        <w:rPr>
          <w:rFonts w:ascii="Times New Roman" w:eastAsia="Calibri" w:hAnsi="Times New Roman"/>
          <w:b/>
          <w:sz w:val="28"/>
          <w:lang w:eastAsia="en-US"/>
        </w:rPr>
        <w:t>АДМИНИСТРАЦИЯ</w:t>
      </w:r>
    </w:p>
    <w:p w:rsidR="00995A38" w:rsidRPr="00273259" w:rsidRDefault="00F427AA" w:rsidP="004E7815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ascii="Times New Roman" w:eastAsia="Calibri" w:hAnsi="Times New Roman"/>
          <w:b/>
          <w:sz w:val="28"/>
          <w:lang w:eastAsia="en-US"/>
        </w:rPr>
      </w:pPr>
      <w:r w:rsidRPr="00273259">
        <w:rPr>
          <w:rFonts w:ascii="Times New Roman" w:eastAsia="Calibri" w:hAnsi="Times New Roman"/>
          <w:b/>
          <w:sz w:val="28"/>
          <w:lang w:eastAsia="en-US"/>
        </w:rPr>
        <w:t xml:space="preserve">ТИШАНСКОГО </w:t>
      </w:r>
      <w:r w:rsidR="00995A38" w:rsidRPr="00273259">
        <w:rPr>
          <w:rFonts w:ascii="Times New Roman" w:eastAsia="Calibri" w:hAnsi="Times New Roman"/>
          <w:b/>
          <w:sz w:val="28"/>
          <w:lang w:eastAsia="en-US"/>
        </w:rPr>
        <w:t>СЕЛЬСКОГО ПОСЕЛЕНИЯ</w:t>
      </w:r>
    </w:p>
    <w:p w:rsidR="00995A38" w:rsidRPr="00273259" w:rsidRDefault="00995A38" w:rsidP="004E7815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ascii="Times New Roman" w:eastAsia="Calibri" w:hAnsi="Times New Roman"/>
          <w:b/>
          <w:sz w:val="28"/>
          <w:lang w:eastAsia="en-US"/>
        </w:rPr>
      </w:pPr>
      <w:r w:rsidRPr="00273259">
        <w:rPr>
          <w:rFonts w:ascii="Times New Roman" w:eastAsia="Calibri" w:hAnsi="Times New Roman"/>
          <w:b/>
          <w:sz w:val="28"/>
          <w:lang w:eastAsia="en-US"/>
        </w:rPr>
        <w:t>ТАЛОВСКОГО МУНИЦИПАЛЬНОГО РАЙОНА</w:t>
      </w:r>
    </w:p>
    <w:p w:rsidR="00995A38" w:rsidRPr="00273259" w:rsidRDefault="00995A38" w:rsidP="004E7815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ascii="Times New Roman" w:eastAsia="Calibri" w:hAnsi="Times New Roman"/>
          <w:b/>
          <w:sz w:val="28"/>
          <w:lang w:eastAsia="en-US"/>
        </w:rPr>
      </w:pPr>
      <w:r w:rsidRPr="00273259">
        <w:rPr>
          <w:rFonts w:ascii="Times New Roman" w:eastAsia="Calibri" w:hAnsi="Times New Roman"/>
          <w:b/>
          <w:sz w:val="28"/>
          <w:lang w:eastAsia="en-US"/>
        </w:rPr>
        <w:t>ВОРОНЕЖСКОЙ ОБЛАСТИ</w:t>
      </w:r>
    </w:p>
    <w:p w:rsidR="00995A38" w:rsidRPr="00273259" w:rsidRDefault="00995A38" w:rsidP="004E7815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ascii="Times New Roman" w:eastAsia="Calibri" w:hAnsi="Times New Roman"/>
          <w:b/>
          <w:sz w:val="28"/>
          <w:lang w:eastAsia="en-US"/>
        </w:rPr>
      </w:pPr>
    </w:p>
    <w:p w:rsidR="00995A38" w:rsidRPr="00273259" w:rsidRDefault="00995A38" w:rsidP="004E7815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ascii="Times New Roman" w:eastAsia="Calibri" w:hAnsi="Times New Roman"/>
          <w:b/>
          <w:sz w:val="28"/>
          <w:lang w:eastAsia="en-US"/>
        </w:rPr>
      </w:pPr>
      <w:r w:rsidRPr="00273259">
        <w:rPr>
          <w:rFonts w:ascii="Times New Roman" w:eastAsia="Calibri" w:hAnsi="Times New Roman"/>
          <w:b/>
          <w:sz w:val="28"/>
          <w:lang w:eastAsia="en-US"/>
        </w:rPr>
        <w:t>ПОСТАНОВЛЕНИЕ</w:t>
      </w:r>
    </w:p>
    <w:p w:rsidR="00995A38" w:rsidRPr="00273259" w:rsidRDefault="00995A38" w:rsidP="004E7815">
      <w:pPr>
        <w:tabs>
          <w:tab w:val="left" w:pos="708"/>
          <w:tab w:val="center" w:pos="4677"/>
          <w:tab w:val="right" w:pos="9355"/>
        </w:tabs>
        <w:ind w:firstLine="709"/>
        <w:rPr>
          <w:rFonts w:ascii="Times New Roman" w:eastAsia="Calibri" w:hAnsi="Times New Roman"/>
          <w:b/>
          <w:sz w:val="28"/>
          <w:lang w:eastAsia="en-US"/>
        </w:rPr>
      </w:pPr>
    </w:p>
    <w:p w:rsidR="00995A38" w:rsidRPr="00273259" w:rsidRDefault="00424FAC" w:rsidP="004E7815">
      <w:pPr>
        <w:tabs>
          <w:tab w:val="left" w:pos="708"/>
          <w:tab w:val="center" w:pos="4677"/>
          <w:tab w:val="right" w:pos="9355"/>
        </w:tabs>
        <w:ind w:firstLine="709"/>
        <w:rPr>
          <w:rFonts w:ascii="Times New Roman" w:eastAsia="Calibri" w:hAnsi="Times New Roman"/>
          <w:sz w:val="28"/>
          <w:lang w:eastAsia="en-US"/>
        </w:rPr>
      </w:pPr>
      <w:r w:rsidRPr="00273259">
        <w:rPr>
          <w:rFonts w:ascii="Times New Roman" w:eastAsia="Calibri" w:hAnsi="Times New Roman"/>
          <w:sz w:val="28"/>
          <w:lang w:eastAsia="en-US"/>
        </w:rPr>
        <w:t>от «20» февраля 2024 года</w:t>
      </w:r>
      <w:r w:rsidR="004E7815" w:rsidRPr="00273259">
        <w:rPr>
          <w:rFonts w:ascii="Times New Roman" w:eastAsia="Calibri" w:hAnsi="Times New Roman"/>
          <w:sz w:val="28"/>
          <w:lang w:eastAsia="en-US"/>
        </w:rPr>
        <w:t xml:space="preserve"> № </w:t>
      </w:r>
      <w:r w:rsidRPr="00273259">
        <w:rPr>
          <w:rFonts w:ascii="Times New Roman" w:eastAsia="Calibri" w:hAnsi="Times New Roman"/>
          <w:sz w:val="28"/>
          <w:lang w:eastAsia="en-US"/>
        </w:rPr>
        <w:t>11</w:t>
      </w:r>
    </w:p>
    <w:p w:rsidR="00995A38" w:rsidRPr="00273259" w:rsidRDefault="00F427AA" w:rsidP="004E7815">
      <w:pPr>
        <w:tabs>
          <w:tab w:val="left" w:pos="708"/>
          <w:tab w:val="center" w:pos="4677"/>
          <w:tab w:val="right" w:pos="9355"/>
        </w:tabs>
        <w:ind w:firstLine="709"/>
        <w:rPr>
          <w:rFonts w:ascii="Times New Roman" w:eastAsia="Calibri" w:hAnsi="Times New Roman"/>
          <w:sz w:val="28"/>
          <w:lang w:eastAsia="en-US"/>
        </w:rPr>
      </w:pPr>
      <w:proofErr w:type="gramStart"/>
      <w:r w:rsidRPr="00273259">
        <w:rPr>
          <w:rFonts w:ascii="Times New Roman" w:eastAsia="Calibri" w:hAnsi="Times New Roman"/>
          <w:sz w:val="28"/>
          <w:lang w:eastAsia="en-US"/>
        </w:rPr>
        <w:t>с</w:t>
      </w:r>
      <w:proofErr w:type="gramEnd"/>
      <w:r w:rsidRPr="00273259">
        <w:rPr>
          <w:rFonts w:ascii="Times New Roman" w:eastAsia="Calibri" w:hAnsi="Times New Roman"/>
          <w:sz w:val="28"/>
          <w:lang w:eastAsia="en-US"/>
        </w:rPr>
        <w:t>. Верхняя Тишанка</w:t>
      </w:r>
    </w:p>
    <w:p w:rsidR="00995A38" w:rsidRPr="00273259" w:rsidRDefault="00995A38" w:rsidP="004E7815">
      <w:pPr>
        <w:tabs>
          <w:tab w:val="left" w:pos="1425"/>
        </w:tabs>
        <w:ind w:firstLine="709"/>
        <w:rPr>
          <w:rFonts w:ascii="Times New Roman" w:hAnsi="Times New Roman"/>
          <w:sz w:val="28"/>
          <w:lang w:eastAsia="x-none"/>
        </w:rPr>
      </w:pPr>
    </w:p>
    <w:p w:rsidR="003325ED" w:rsidRPr="00273259" w:rsidRDefault="00995A38" w:rsidP="004E7815">
      <w:pPr>
        <w:pStyle w:val="Title"/>
        <w:spacing w:before="0" w:after="0"/>
        <w:ind w:right="4534" w:firstLine="0"/>
        <w:jc w:val="both"/>
        <w:outlineLvl w:val="9"/>
        <w:rPr>
          <w:rFonts w:ascii="Times New Roman" w:hAnsi="Times New Roman" w:cs="Times New Roman"/>
          <w:sz w:val="28"/>
          <w:lang w:bidi="ru-RU"/>
        </w:rPr>
      </w:pPr>
      <w:r w:rsidRPr="00273259">
        <w:rPr>
          <w:rFonts w:ascii="Times New Roman" w:hAnsi="Times New Roman" w:cs="Times New Roman"/>
          <w:sz w:val="28"/>
          <w:lang w:val="x-none" w:eastAsia="x-none"/>
        </w:rPr>
        <w:t xml:space="preserve">О внесении изменений в постановление администрации </w:t>
      </w:r>
      <w:r w:rsidR="00F427AA" w:rsidRPr="00273259">
        <w:rPr>
          <w:rFonts w:ascii="Times New Roman" w:hAnsi="Times New Roman" w:cs="Times New Roman"/>
          <w:sz w:val="28"/>
          <w:lang w:eastAsia="x-none"/>
        </w:rPr>
        <w:t>Тишанского</w:t>
      </w:r>
      <w:r w:rsidRPr="00273259">
        <w:rPr>
          <w:rFonts w:ascii="Times New Roman" w:hAnsi="Times New Roman" w:cs="Times New Roman"/>
          <w:sz w:val="28"/>
          <w:lang w:val="x-none" w:eastAsia="x-none"/>
        </w:rPr>
        <w:t xml:space="preserve"> сельского поселения Таловского муниципального района Воронежской области от </w:t>
      </w:r>
      <w:r w:rsidR="00F427AA" w:rsidRPr="00273259">
        <w:rPr>
          <w:rFonts w:ascii="Times New Roman" w:hAnsi="Times New Roman" w:cs="Times New Roman"/>
          <w:sz w:val="28"/>
          <w:lang w:eastAsia="x-none"/>
        </w:rPr>
        <w:t>09.09</w:t>
      </w:r>
      <w:r w:rsidR="004E7815" w:rsidRPr="00273259">
        <w:rPr>
          <w:rFonts w:ascii="Times New Roman" w:hAnsi="Times New Roman" w:cs="Times New Roman"/>
          <w:sz w:val="28"/>
          <w:lang w:eastAsia="x-none"/>
        </w:rPr>
        <w:t xml:space="preserve">.2016 </w:t>
      </w:r>
      <w:r w:rsidRPr="00273259">
        <w:rPr>
          <w:rFonts w:ascii="Times New Roman" w:hAnsi="Times New Roman" w:cs="Times New Roman"/>
          <w:sz w:val="28"/>
          <w:lang w:eastAsia="x-none"/>
        </w:rPr>
        <w:t>г.</w:t>
      </w:r>
      <w:r w:rsidRPr="00273259">
        <w:rPr>
          <w:rFonts w:ascii="Times New Roman" w:hAnsi="Times New Roman" w:cs="Times New Roman"/>
          <w:sz w:val="28"/>
          <w:lang w:val="x-none" w:eastAsia="x-none"/>
        </w:rPr>
        <w:t xml:space="preserve"> №</w:t>
      </w:r>
      <w:r w:rsidR="00AB5D67" w:rsidRPr="00273259">
        <w:rPr>
          <w:rFonts w:ascii="Times New Roman" w:hAnsi="Times New Roman" w:cs="Times New Roman"/>
          <w:sz w:val="28"/>
          <w:lang w:eastAsia="x-none"/>
        </w:rPr>
        <w:t xml:space="preserve"> </w:t>
      </w:r>
      <w:r w:rsidR="00F427AA" w:rsidRPr="00273259">
        <w:rPr>
          <w:rFonts w:ascii="Times New Roman" w:hAnsi="Times New Roman" w:cs="Times New Roman"/>
          <w:sz w:val="28"/>
          <w:lang w:eastAsia="x-none"/>
        </w:rPr>
        <w:t>85</w:t>
      </w:r>
      <w:r w:rsidR="003325ED" w:rsidRPr="00273259">
        <w:rPr>
          <w:rFonts w:ascii="Times New Roman" w:hAnsi="Times New Roman" w:cs="Times New Roman"/>
          <w:sz w:val="28"/>
        </w:rPr>
        <w:t xml:space="preserve"> </w:t>
      </w:r>
      <w:r w:rsidR="004E7815" w:rsidRPr="00273259">
        <w:rPr>
          <w:rFonts w:ascii="Times New Roman" w:hAnsi="Times New Roman" w:cs="Times New Roman"/>
          <w:sz w:val="28"/>
        </w:rPr>
        <w:t>«</w:t>
      </w:r>
      <w:r w:rsidR="003325ED" w:rsidRPr="00273259">
        <w:rPr>
          <w:rFonts w:ascii="Times New Roman" w:hAnsi="Times New Roman" w:cs="Times New Roman"/>
          <w:sz w:val="28"/>
        </w:rPr>
        <w:t>Об утверждении административного регламента администрации</w:t>
      </w:r>
      <w:r w:rsidR="004E7815" w:rsidRPr="00273259">
        <w:rPr>
          <w:rFonts w:ascii="Times New Roman" w:hAnsi="Times New Roman" w:cs="Times New Roman"/>
          <w:sz w:val="28"/>
        </w:rPr>
        <w:t xml:space="preserve"> </w:t>
      </w:r>
      <w:r w:rsidR="00F427AA" w:rsidRPr="00273259">
        <w:rPr>
          <w:rFonts w:ascii="Times New Roman" w:hAnsi="Times New Roman" w:cs="Times New Roman"/>
          <w:sz w:val="28"/>
        </w:rPr>
        <w:t>Тишанского</w:t>
      </w:r>
      <w:r w:rsidR="003325ED" w:rsidRPr="00273259">
        <w:rPr>
          <w:rFonts w:ascii="Times New Roman" w:hAnsi="Times New Roman" w:cs="Times New Roman"/>
          <w:sz w:val="28"/>
        </w:rPr>
        <w:t xml:space="preserve"> сельского поселения Таловского муниципального района по предоставлению муниципальной услуги «Предоставление разрешения на осуществление земляных работ</w:t>
      </w:r>
      <w:r w:rsidR="003325ED" w:rsidRPr="00273259">
        <w:rPr>
          <w:rFonts w:ascii="Times New Roman" w:hAnsi="Times New Roman" w:cs="Times New Roman"/>
          <w:sz w:val="28"/>
          <w:lang w:bidi="ru-RU"/>
        </w:rPr>
        <w:t>»</w:t>
      </w:r>
      <w:r w:rsidR="004E7815" w:rsidRPr="00273259">
        <w:rPr>
          <w:rFonts w:ascii="Times New Roman" w:hAnsi="Times New Roman" w:cs="Times New Roman"/>
          <w:sz w:val="28"/>
          <w:lang w:bidi="ru-RU"/>
        </w:rPr>
        <w:t>»</w:t>
      </w:r>
    </w:p>
    <w:p w:rsidR="00CF68FD" w:rsidRPr="00273259" w:rsidRDefault="00CF68FD" w:rsidP="004E7815">
      <w:pPr>
        <w:pStyle w:val="Title"/>
        <w:spacing w:before="0" w:after="0"/>
        <w:ind w:firstLine="709"/>
        <w:jc w:val="both"/>
        <w:outlineLvl w:val="9"/>
        <w:rPr>
          <w:rFonts w:ascii="Times New Roman" w:hAnsi="Times New Roman" w:cs="Times New Roman"/>
          <w:b w:val="0"/>
          <w:sz w:val="28"/>
        </w:rPr>
      </w:pPr>
    </w:p>
    <w:p w:rsidR="004E7815" w:rsidRPr="00273259" w:rsidRDefault="00EA205F" w:rsidP="004E7815">
      <w:pPr>
        <w:tabs>
          <w:tab w:val="center" w:pos="4677"/>
          <w:tab w:val="left" w:pos="7815"/>
        </w:tabs>
        <w:ind w:firstLine="709"/>
        <w:rPr>
          <w:rFonts w:ascii="Times New Roman" w:hAnsi="Times New Roman"/>
          <w:sz w:val="28"/>
        </w:rPr>
      </w:pPr>
      <w:proofErr w:type="gramStart"/>
      <w:r w:rsidRPr="00273259">
        <w:rPr>
          <w:rFonts w:ascii="Times New Roman" w:hAnsi="Times New Roman"/>
          <w:sz w:val="28"/>
        </w:rPr>
        <w:t>В соответствии с Федеральными законами от 06.10.2003 г. № 131-ФЗ «Об общих принципах организации местного самоуправления в Российской Федерации», от 27.07.2010 г. № 210-ФЗ «Об организации предоставления государственных и муниципальных услуг»</w:t>
      </w:r>
      <w:r w:rsidRPr="00273259">
        <w:rPr>
          <w:rStyle w:val="FontStyle18"/>
          <w:b w:val="0"/>
          <w:sz w:val="28"/>
          <w:szCs w:val="24"/>
        </w:rPr>
        <w:t>,</w:t>
      </w:r>
      <w:r w:rsidRPr="00273259">
        <w:rPr>
          <w:rFonts w:ascii="Times New Roman" w:hAnsi="Times New Roman"/>
          <w:sz w:val="28"/>
        </w:rPr>
        <w:t xml:space="preserve"> от 30.12.2020 г. № 509-ФЗ «О внесении изменений в отдельные законодательные акты Российской Федерации»</w:t>
      </w:r>
      <w:r w:rsidR="00A92818" w:rsidRPr="00273259">
        <w:rPr>
          <w:rFonts w:ascii="Times New Roman" w:hAnsi="Times New Roman"/>
          <w:sz w:val="28"/>
        </w:rPr>
        <w:t>,</w:t>
      </w:r>
      <w:r w:rsidRPr="00273259">
        <w:rPr>
          <w:rFonts w:ascii="Times New Roman" w:hAnsi="Times New Roman"/>
          <w:sz w:val="28"/>
        </w:rPr>
        <w:t xml:space="preserve"> администрация </w:t>
      </w:r>
      <w:r w:rsidR="00F427AA" w:rsidRPr="00273259">
        <w:rPr>
          <w:rFonts w:ascii="Times New Roman" w:hAnsi="Times New Roman"/>
          <w:sz w:val="28"/>
        </w:rPr>
        <w:t>Тишанского</w:t>
      </w:r>
      <w:r w:rsidR="004E7815" w:rsidRPr="00273259">
        <w:rPr>
          <w:rFonts w:ascii="Times New Roman" w:hAnsi="Times New Roman"/>
          <w:sz w:val="28"/>
        </w:rPr>
        <w:t xml:space="preserve"> </w:t>
      </w:r>
      <w:r w:rsidRPr="00273259">
        <w:rPr>
          <w:rFonts w:ascii="Times New Roman" w:hAnsi="Times New Roman"/>
          <w:sz w:val="28"/>
        </w:rPr>
        <w:t xml:space="preserve">сельского поселения Таловского муниципального района Воронежской области </w:t>
      </w:r>
      <w:proofErr w:type="gramEnd"/>
    </w:p>
    <w:p w:rsidR="004E7815" w:rsidRPr="00273259" w:rsidRDefault="004E7815" w:rsidP="004E7815">
      <w:pPr>
        <w:tabs>
          <w:tab w:val="center" w:pos="4677"/>
          <w:tab w:val="left" w:pos="7815"/>
        </w:tabs>
        <w:ind w:firstLine="709"/>
        <w:rPr>
          <w:rFonts w:ascii="Times New Roman" w:hAnsi="Times New Roman"/>
          <w:b/>
          <w:sz w:val="28"/>
        </w:rPr>
      </w:pPr>
      <w:bookmarkStart w:id="0" w:name="_GoBack"/>
    </w:p>
    <w:p w:rsidR="00EA205F" w:rsidRPr="00273259" w:rsidRDefault="004E7815" w:rsidP="004E7815">
      <w:pPr>
        <w:tabs>
          <w:tab w:val="center" w:pos="4677"/>
          <w:tab w:val="left" w:pos="7815"/>
        </w:tabs>
        <w:ind w:firstLine="709"/>
        <w:jc w:val="center"/>
        <w:rPr>
          <w:rFonts w:ascii="Times New Roman" w:hAnsi="Times New Roman"/>
          <w:b/>
          <w:sz w:val="28"/>
        </w:rPr>
      </w:pPr>
      <w:r w:rsidRPr="00273259">
        <w:rPr>
          <w:rFonts w:ascii="Times New Roman" w:hAnsi="Times New Roman"/>
          <w:b/>
          <w:sz w:val="28"/>
        </w:rPr>
        <w:t>ПОСТАНОВЛЯЕТ:</w:t>
      </w:r>
    </w:p>
    <w:bookmarkEnd w:id="0"/>
    <w:p w:rsidR="000F1963" w:rsidRPr="00273259" w:rsidRDefault="000F1963" w:rsidP="004E7815">
      <w:pPr>
        <w:ind w:firstLine="709"/>
        <w:rPr>
          <w:rFonts w:ascii="Times New Roman" w:hAnsi="Times New Roman"/>
          <w:sz w:val="28"/>
        </w:rPr>
      </w:pPr>
    </w:p>
    <w:p w:rsidR="005A1202" w:rsidRPr="00273259" w:rsidRDefault="005A1202" w:rsidP="004E7815">
      <w:pPr>
        <w:shd w:val="clear" w:color="auto" w:fill="FFFFFF"/>
        <w:ind w:firstLine="709"/>
        <w:rPr>
          <w:rFonts w:ascii="Times New Roman" w:hAnsi="Times New Roman"/>
          <w:sz w:val="28"/>
        </w:rPr>
      </w:pPr>
      <w:r w:rsidRPr="00273259">
        <w:rPr>
          <w:rFonts w:ascii="Times New Roman" w:hAnsi="Times New Roman"/>
          <w:sz w:val="28"/>
        </w:rPr>
        <w:t xml:space="preserve">1. </w:t>
      </w:r>
      <w:proofErr w:type="gramStart"/>
      <w:r w:rsidRPr="00273259">
        <w:rPr>
          <w:rFonts w:ascii="Times New Roman" w:hAnsi="Times New Roman"/>
          <w:sz w:val="28"/>
        </w:rPr>
        <w:t xml:space="preserve">Внести в административный регламент администрации </w:t>
      </w:r>
      <w:r w:rsidR="00F427AA" w:rsidRPr="00273259">
        <w:rPr>
          <w:rFonts w:ascii="Times New Roman" w:hAnsi="Times New Roman"/>
          <w:sz w:val="28"/>
        </w:rPr>
        <w:t>Тишанского</w:t>
      </w:r>
      <w:r w:rsidRPr="00273259">
        <w:rPr>
          <w:rFonts w:ascii="Times New Roman" w:hAnsi="Times New Roman"/>
          <w:sz w:val="28"/>
        </w:rPr>
        <w:t xml:space="preserve"> сельского поселения Таловского муниципального района Воронежской области по предоставлению муниципальной услуги «Предоставление разрешения на осуществление земляных работ</w:t>
      </w:r>
      <w:r w:rsidRPr="00273259">
        <w:rPr>
          <w:rFonts w:ascii="Times New Roman" w:hAnsi="Times New Roman"/>
          <w:sz w:val="28"/>
          <w:lang w:bidi="ru-RU"/>
        </w:rPr>
        <w:t>»</w:t>
      </w:r>
      <w:r w:rsidRPr="00273259">
        <w:rPr>
          <w:rFonts w:ascii="Times New Roman" w:hAnsi="Times New Roman"/>
          <w:sz w:val="28"/>
        </w:rPr>
        <w:t xml:space="preserve">, утвержденный постановлением администрации </w:t>
      </w:r>
      <w:r w:rsidR="00F427AA" w:rsidRPr="00273259">
        <w:rPr>
          <w:rFonts w:ascii="Times New Roman" w:hAnsi="Times New Roman"/>
          <w:sz w:val="28"/>
        </w:rPr>
        <w:t>Тишанского</w:t>
      </w:r>
      <w:r w:rsidRPr="00273259">
        <w:rPr>
          <w:rFonts w:ascii="Times New Roman" w:hAnsi="Times New Roman"/>
          <w:sz w:val="28"/>
        </w:rPr>
        <w:t xml:space="preserve"> сельского поселения </w:t>
      </w:r>
      <w:r w:rsidRPr="00273259">
        <w:rPr>
          <w:rFonts w:ascii="Times New Roman" w:hAnsi="Times New Roman"/>
          <w:sz w:val="28"/>
        </w:rPr>
        <w:lastRenderedPageBreak/>
        <w:t xml:space="preserve">Таловского муниципального района Воронежской области от </w:t>
      </w:r>
      <w:r w:rsidR="00F427AA" w:rsidRPr="00273259">
        <w:rPr>
          <w:rFonts w:ascii="Times New Roman" w:hAnsi="Times New Roman"/>
          <w:sz w:val="28"/>
        </w:rPr>
        <w:t>09.09</w:t>
      </w:r>
      <w:r w:rsidR="004E7815" w:rsidRPr="00273259">
        <w:rPr>
          <w:rFonts w:ascii="Times New Roman" w:hAnsi="Times New Roman"/>
          <w:sz w:val="28"/>
        </w:rPr>
        <w:t xml:space="preserve">.2016 </w:t>
      </w:r>
      <w:r w:rsidRPr="00273259">
        <w:rPr>
          <w:rFonts w:ascii="Times New Roman" w:hAnsi="Times New Roman"/>
          <w:sz w:val="28"/>
        </w:rPr>
        <w:t xml:space="preserve">№ </w:t>
      </w:r>
      <w:r w:rsidR="00F427AA" w:rsidRPr="00273259">
        <w:rPr>
          <w:rFonts w:ascii="Times New Roman" w:hAnsi="Times New Roman"/>
          <w:sz w:val="28"/>
        </w:rPr>
        <w:t>85</w:t>
      </w:r>
      <w:r w:rsidRPr="00273259">
        <w:rPr>
          <w:rFonts w:ascii="Times New Roman" w:hAnsi="Times New Roman"/>
          <w:sz w:val="28"/>
        </w:rPr>
        <w:t>, следующие изменения:</w:t>
      </w:r>
      <w:proofErr w:type="gramEnd"/>
    </w:p>
    <w:p w:rsidR="003325ED" w:rsidRPr="00273259" w:rsidRDefault="003325ED" w:rsidP="004E7815">
      <w:pPr>
        <w:ind w:firstLine="709"/>
        <w:rPr>
          <w:rFonts w:ascii="Times New Roman" w:hAnsi="Times New Roman"/>
          <w:bCs/>
          <w:sz w:val="28"/>
        </w:rPr>
      </w:pPr>
      <w:r w:rsidRPr="00273259">
        <w:rPr>
          <w:rFonts w:ascii="Times New Roman" w:hAnsi="Times New Roman"/>
          <w:bCs/>
          <w:sz w:val="28"/>
        </w:rPr>
        <w:t>1.1. Дополнить пункт 2.4.1. приложения абзацем следующего содержания:</w:t>
      </w:r>
    </w:p>
    <w:p w:rsidR="00E73240" w:rsidRPr="00273259" w:rsidRDefault="003325ED" w:rsidP="004E7815">
      <w:pPr>
        <w:ind w:firstLine="709"/>
        <w:rPr>
          <w:rFonts w:ascii="Times New Roman" w:hAnsi="Times New Roman"/>
          <w:bCs/>
          <w:sz w:val="28"/>
        </w:rPr>
      </w:pPr>
      <w:r w:rsidRPr="00273259">
        <w:rPr>
          <w:rFonts w:ascii="Times New Roman" w:hAnsi="Times New Roman"/>
          <w:bCs/>
          <w:sz w:val="28"/>
        </w:rPr>
        <w:t>«При этом для компаний, признанных «Ответственными организациями», уполномоченным органом Воронежской области</w:t>
      </w:r>
      <w:r w:rsidR="004E7815" w:rsidRPr="00273259">
        <w:rPr>
          <w:rFonts w:ascii="Times New Roman" w:hAnsi="Times New Roman"/>
          <w:bCs/>
          <w:sz w:val="28"/>
        </w:rPr>
        <w:t xml:space="preserve"> в соответствии </w:t>
      </w:r>
      <w:r w:rsidRPr="00273259">
        <w:rPr>
          <w:rFonts w:ascii="Times New Roman" w:hAnsi="Times New Roman"/>
          <w:bCs/>
          <w:sz w:val="28"/>
        </w:rPr>
        <w:t>с законом Воронежской области от 01.12.2023 № 116-ОЗ «О развитии ответственного ведения бизнеса на территории Воронежской области» срок предоставления услуги составляет 1 рабочий день</w:t>
      </w:r>
      <w:proofErr w:type="gramStart"/>
      <w:r w:rsidRPr="00273259">
        <w:rPr>
          <w:rFonts w:ascii="Times New Roman" w:hAnsi="Times New Roman"/>
          <w:bCs/>
          <w:sz w:val="28"/>
        </w:rPr>
        <w:t>.»</w:t>
      </w:r>
      <w:proofErr w:type="gramEnd"/>
    </w:p>
    <w:p w:rsidR="0018298B" w:rsidRPr="00273259" w:rsidRDefault="0018298B" w:rsidP="004E7815">
      <w:pPr>
        <w:ind w:firstLine="709"/>
        <w:rPr>
          <w:rFonts w:ascii="Times New Roman" w:hAnsi="Times New Roman"/>
          <w:bCs/>
          <w:sz w:val="28"/>
        </w:rPr>
      </w:pPr>
      <w:r w:rsidRPr="00273259">
        <w:rPr>
          <w:rFonts w:ascii="Times New Roman" w:hAnsi="Times New Roman"/>
          <w:sz w:val="28"/>
          <w:shd w:val="clear" w:color="auto" w:fill="FFFFFF"/>
        </w:rPr>
        <w:t>2. Настоящее постановление вступает в силу с момента его официального обнародования.</w:t>
      </w:r>
    </w:p>
    <w:p w:rsidR="00D05D86" w:rsidRPr="00273259" w:rsidRDefault="0018298B" w:rsidP="004E7815">
      <w:pPr>
        <w:suppressAutoHyphens/>
        <w:ind w:firstLine="709"/>
        <w:rPr>
          <w:rFonts w:ascii="Times New Roman" w:hAnsi="Times New Roman"/>
          <w:sz w:val="28"/>
        </w:rPr>
      </w:pPr>
      <w:r w:rsidRPr="00273259">
        <w:rPr>
          <w:rFonts w:ascii="Times New Roman" w:hAnsi="Times New Roman"/>
          <w:sz w:val="28"/>
        </w:rPr>
        <w:t>3</w:t>
      </w:r>
      <w:r w:rsidR="00D05D86" w:rsidRPr="00273259">
        <w:rPr>
          <w:rFonts w:ascii="Times New Roman" w:hAnsi="Times New Roman"/>
          <w:sz w:val="28"/>
        </w:rPr>
        <w:t>. Контроль за исполнением настоящего постановления оставляю за собой.</w:t>
      </w:r>
    </w:p>
    <w:p w:rsidR="00591AD5" w:rsidRPr="00273259" w:rsidRDefault="00591AD5" w:rsidP="004E781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77"/>
        <w:gridCol w:w="2127"/>
      </w:tblGrid>
      <w:tr w:rsidR="003325ED" w:rsidRPr="00273259" w:rsidTr="004E7815">
        <w:trPr>
          <w:trHeight w:val="557"/>
        </w:trPr>
        <w:tc>
          <w:tcPr>
            <w:tcW w:w="4077" w:type="dxa"/>
          </w:tcPr>
          <w:p w:rsidR="003325ED" w:rsidRPr="00273259" w:rsidRDefault="003325ED" w:rsidP="004E7815">
            <w:pPr>
              <w:ind w:firstLine="709"/>
              <w:rPr>
                <w:rFonts w:ascii="Times New Roman" w:hAnsi="Times New Roman"/>
                <w:bCs/>
                <w:sz w:val="28"/>
              </w:rPr>
            </w:pPr>
            <w:r w:rsidRPr="00273259">
              <w:rPr>
                <w:rFonts w:ascii="Times New Roman" w:hAnsi="Times New Roman"/>
                <w:bCs/>
                <w:sz w:val="28"/>
              </w:rPr>
              <w:t xml:space="preserve">Глава </w:t>
            </w:r>
            <w:r w:rsidR="00F427AA" w:rsidRPr="00273259">
              <w:rPr>
                <w:rFonts w:ascii="Times New Roman" w:eastAsia="Calibri" w:hAnsi="Times New Roman"/>
                <w:bCs/>
                <w:kern w:val="28"/>
                <w:sz w:val="28"/>
                <w:lang w:eastAsia="en-US"/>
              </w:rPr>
              <w:t>Тишанского</w:t>
            </w:r>
          </w:p>
          <w:p w:rsidR="003325ED" w:rsidRPr="00273259" w:rsidRDefault="003325ED" w:rsidP="004E7815">
            <w:pPr>
              <w:ind w:firstLine="709"/>
              <w:rPr>
                <w:rFonts w:ascii="Times New Roman" w:hAnsi="Times New Roman"/>
                <w:bCs/>
                <w:sz w:val="28"/>
              </w:rPr>
            </w:pPr>
            <w:r w:rsidRPr="00273259">
              <w:rPr>
                <w:rFonts w:ascii="Times New Roman" w:hAnsi="Times New Roman"/>
                <w:bCs/>
                <w:sz w:val="28"/>
              </w:rPr>
              <w:t xml:space="preserve">сельского поселения </w:t>
            </w:r>
          </w:p>
        </w:tc>
        <w:tc>
          <w:tcPr>
            <w:tcW w:w="2127" w:type="dxa"/>
          </w:tcPr>
          <w:p w:rsidR="003325ED" w:rsidRPr="00273259" w:rsidRDefault="003325ED" w:rsidP="004E7815">
            <w:pPr>
              <w:ind w:firstLine="709"/>
              <w:rPr>
                <w:rFonts w:ascii="Times New Roman" w:hAnsi="Times New Roman"/>
                <w:bCs/>
                <w:sz w:val="28"/>
              </w:rPr>
            </w:pPr>
          </w:p>
        </w:tc>
      </w:tr>
    </w:tbl>
    <w:p w:rsidR="004E7815" w:rsidRPr="00273259" w:rsidRDefault="004E7815" w:rsidP="004E781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</w:rPr>
      </w:pPr>
    </w:p>
    <w:p w:rsidR="00EE4186" w:rsidRPr="00273259" w:rsidRDefault="00F427AA" w:rsidP="004E7815">
      <w:pPr>
        <w:autoSpaceDE w:val="0"/>
        <w:autoSpaceDN w:val="0"/>
        <w:adjustRightInd w:val="0"/>
        <w:ind w:firstLine="709"/>
        <w:jc w:val="right"/>
        <w:rPr>
          <w:rFonts w:ascii="Times New Roman" w:hAnsi="Times New Roman"/>
          <w:sz w:val="28"/>
        </w:rPr>
      </w:pPr>
      <w:r w:rsidRPr="00273259">
        <w:rPr>
          <w:rFonts w:ascii="Times New Roman" w:hAnsi="Times New Roman"/>
          <w:sz w:val="28"/>
        </w:rPr>
        <w:t>А.Н. Казьмин</w:t>
      </w:r>
    </w:p>
    <w:sectPr w:rsidR="00EE4186" w:rsidRPr="00273259" w:rsidSect="004E781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19A" w:rsidRDefault="0034019A" w:rsidP="00077EA3">
      <w:r>
        <w:separator/>
      </w:r>
    </w:p>
  </w:endnote>
  <w:endnote w:type="continuationSeparator" w:id="0">
    <w:p w:rsidR="0034019A" w:rsidRDefault="0034019A" w:rsidP="00077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19A" w:rsidRDefault="0034019A" w:rsidP="00077EA3">
      <w:r>
        <w:separator/>
      </w:r>
    </w:p>
  </w:footnote>
  <w:footnote w:type="continuationSeparator" w:id="0">
    <w:p w:rsidR="0034019A" w:rsidRDefault="0034019A" w:rsidP="00077E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09C"/>
    <w:rsid w:val="0000564E"/>
    <w:rsid w:val="00022318"/>
    <w:rsid w:val="00027C6E"/>
    <w:rsid w:val="000345F7"/>
    <w:rsid w:val="00036CDC"/>
    <w:rsid w:val="000372AE"/>
    <w:rsid w:val="00043893"/>
    <w:rsid w:val="00045D92"/>
    <w:rsid w:val="0005001A"/>
    <w:rsid w:val="0005464E"/>
    <w:rsid w:val="00056730"/>
    <w:rsid w:val="00061D13"/>
    <w:rsid w:val="00077EA3"/>
    <w:rsid w:val="00082844"/>
    <w:rsid w:val="00095646"/>
    <w:rsid w:val="000A70A7"/>
    <w:rsid w:val="000B6B69"/>
    <w:rsid w:val="000C5BB8"/>
    <w:rsid w:val="000E5245"/>
    <w:rsid w:val="000F0901"/>
    <w:rsid w:val="000F1963"/>
    <w:rsid w:val="000F6279"/>
    <w:rsid w:val="000F6B7E"/>
    <w:rsid w:val="00101696"/>
    <w:rsid w:val="001115A3"/>
    <w:rsid w:val="00127CA6"/>
    <w:rsid w:val="0014330B"/>
    <w:rsid w:val="0015004F"/>
    <w:rsid w:val="00154E39"/>
    <w:rsid w:val="0016082C"/>
    <w:rsid w:val="001656EA"/>
    <w:rsid w:val="00171E2F"/>
    <w:rsid w:val="00176FC9"/>
    <w:rsid w:val="0018298B"/>
    <w:rsid w:val="00185FBB"/>
    <w:rsid w:val="001B1EA8"/>
    <w:rsid w:val="001D5CFA"/>
    <w:rsid w:val="001F31CB"/>
    <w:rsid w:val="002027EF"/>
    <w:rsid w:val="00205845"/>
    <w:rsid w:val="002144B6"/>
    <w:rsid w:val="00217D3D"/>
    <w:rsid w:val="002371AC"/>
    <w:rsid w:val="0023769C"/>
    <w:rsid w:val="00245280"/>
    <w:rsid w:val="0025436C"/>
    <w:rsid w:val="002564FD"/>
    <w:rsid w:val="002624C4"/>
    <w:rsid w:val="00273259"/>
    <w:rsid w:val="00273467"/>
    <w:rsid w:val="0029293C"/>
    <w:rsid w:val="00294A17"/>
    <w:rsid w:val="002952F0"/>
    <w:rsid w:val="002A061C"/>
    <w:rsid w:val="002A12C4"/>
    <w:rsid w:val="002A7389"/>
    <w:rsid w:val="002B2CFD"/>
    <w:rsid w:val="002D2F53"/>
    <w:rsid w:val="002D6DFB"/>
    <w:rsid w:val="00315EC0"/>
    <w:rsid w:val="00317D1E"/>
    <w:rsid w:val="003325ED"/>
    <w:rsid w:val="0034019A"/>
    <w:rsid w:val="00343074"/>
    <w:rsid w:val="00363E17"/>
    <w:rsid w:val="0037031D"/>
    <w:rsid w:val="003754C0"/>
    <w:rsid w:val="00377349"/>
    <w:rsid w:val="003B2554"/>
    <w:rsid w:val="003D02D6"/>
    <w:rsid w:val="003D4D7E"/>
    <w:rsid w:val="003F5E21"/>
    <w:rsid w:val="00402E8C"/>
    <w:rsid w:val="0040531C"/>
    <w:rsid w:val="00414F74"/>
    <w:rsid w:val="004172D7"/>
    <w:rsid w:val="00423FF3"/>
    <w:rsid w:val="00424FAC"/>
    <w:rsid w:val="0043277A"/>
    <w:rsid w:val="00441F3D"/>
    <w:rsid w:val="00444B01"/>
    <w:rsid w:val="0045278C"/>
    <w:rsid w:val="004547F3"/>
    <w:rsid w:val="004748D9"/>
    <w:rsid w:val="00482128"/>
    <w:rsid w:val="004B2823"/>
    <w:rsid w:val="004B40FA"/>
    <w:rsid w:val="004D3B01"/>
    <w:rsid w:val="004D3E41"/>
    <w:rsid w:val="004E0EC6"/>
    <w:rsid w:val="004E7815"/>
    <w:rsid w:val="00502B37"/>
    <w:rsid w:val="00506F6E"/>
    <w:rsid w:val="005249AE"/>
    <w:rsid w:val="00544952"/>
    <w:rsid w:val="00554C12"/>
    <w:rsid w:val="00555B50"/>
    <w:rsid w:val="00556692"/>
    <w:rsid w:val="005638BD"/>
    <w:rsid w:val="005802F2"/>
    <w:rsid w:val="005850E3"/>
    <w:rsid w:val="00591AD5"/>
    <w:rsid w:val="005A1202"/>
    <w:rsid w:val="005B190C"/>
    <w:rsid w:val="005E2D30"/>
    <w:rsid w:val="005F01EC"/>
    <w:rsid w:val="005F1932"/>
    <w:rsid w:val="006033F5"/>
    <w:rsid w:val="00612995"/>
    <w:rsid w:val="00620450"/>
    <w:rsid w:val="0062539A"/>
    <w:rsid w:val="00625697"/>
    <w:rsid w:val="00630748"/>
    <w:rsid w:val="00633725"/>
    <w:rsid w:val="00634342"/>
    <w:rsid w:val="00640950"/>
    <w:rsid w:val="006563CF"/>
    <w:rsid w:val="00657E55"/>
    <w:rsid w:val="006672FD"/>
    <w:rsid w:val="00667D4A"/>
    <w:rsid w:val="006A66B0"/>
    <w:rsid w:val="006A6955"/>
    <w:rsid w:val="006A6DB9"/>
    <w:rsid w:val="006B23C4"/>
    <w:rsid w:val="006B5EA3"/>
    <w:rsid w:val="006C53F6"/>
    <w:rsid w:val="006D7BFE"/>
    <w:rsid w:val="006E1F35"/>
    <w:rsid w:val="00701663"/>
    <w:rsid w:val="0072709C"/>
    <w:rsid w:val="007560CF"/>
    <w:rsid w:val="0076312C"/>
    <w:rsid w:val="00775A0F"/>
    <w:rsid w:val="00777DA9"/>
    <w:rsid w:val="007854C6"/>
    <w:rsid w:val="007A0082"/>
    <w:rsid w:val="007C6B60"/>
    <w:rsid w:val="007D02AA"/>
    <w:rsid w:val="007E5DFF"/>
    <w:rsid w:val="00807151"/>
    <w:rsid w:val="00817534"/>
    <w:rsid w:val="0082388A"/>
    <w:rsid w:val="0082518C"/>
    <w:rsid w:val="00831C13"/>
    <w:rsid w:val="008571B7"/>
    <w:rsid w:val="0086643B"/>
    <w:rsid w:val="008671F5"/>
    <w:rsid w:val="008724A2"/>
    <w:rsid w:val="008A3CD6"/>
    <w:rsid w:val="008B2151"/>
    <w:rsid w:val="008B670A"/>
    <w:rsid w:val="008B7195"/>
    <w:rsid w:val="008C1FF5"/>
    <w:rsid w:val="008C5CC7"/>
    <w:rsid w:val="008D5A9A"/>
    <w:rsid w:val="008E0865"/>
    <w:rsid w:val="008E1DBC"/>
    <w:rsid w:val="008E7C3D"/>
    <w:rsid w:val="008F0578"/>
    <w:rsid w:val="008F369F"/>
    <w:rsid w:val="0091384B"/>
    <w:rsid w:val="009235D2"/>
    <w:rsid w:val="0092767E"/>
    <w:rsid w:val="0093510B"/>
    <w:rsid w:val="00937A39"/>
    <w:rsid w:val="00943DE6"/>
    <w:rsid w:val="0094456F"/>
    <w:rsid w:val="00956A80"/>
    <w:rsid w:val="00970D2D"/>
    <w:rsid w:val="00987BB8"/>
    <w:rsid w:val="00995A38"/>
    <w:rsid w:val="009A4C93"/>
    <w:rsid w:val="009E149D"/>
    <w:rsid w:val="00A14B9C"/>
    <w:rsid w:val="00A23FA4"/>
    <w:rsid w:val="00A3596E"/>
    <w:rsid w:val="00A71B0A"/>
    <w:rsid w:val="00A74FA7"/>
    <w:rsid w:val="00A84272"/>
    <w:rsid w:val="00A92818"/>
    <w:rsid w:val="00A95DA5"/>
    <w:rsid w:val="00AA5F2A"/>
    <w:rsid w:val="00AB5D67"/>
    <w:rsid w:val="00AC29DC"/>
    <w:rsid w:val="00AC3802"/>
    <w:rsid w:val="00AC422F"/>
    <w:rsid w:val="00AD3A7C"/>
    <w:rsid w:val="00AD45A7"/>
    <w:rsid w:val="00B04E1D"/>
    <w:rsid w:val="00B452A7"/>
    <w:rsid w:val="00B45CBA"/>
    <w:rsid w:val="00B5787E"/>
    <w:rsid w:val="00B617E7"/>
    <w:rsid w:val="00B61EE1"/>
    <w:rsid w:val="00B65C52"/>
    <w:rsid w:val="00B709A9"/>
    <w:rsid w:val="00B82741"/>
    <w:rsid w:val="00B83E30"/>
    <w:rsid w:val="00B93CEF"/>
    <w:rsid w:val="00B94283"/>
    <w:rsid w:val="00BA05C2"/>
    <w:rsid w:val="00BB245E"/>
    <w:rsid w:val="00BB2E4A"/>
    <w:rsid w:val="00BB53E1"/>
    <w:rsid w:val="00BB5D63"/>
    <w:rsid w:val="00BC04A2"/>
    <w:rsid w:val="00BD183B"/>
    <w:rsid w:val="00BE51D2"/>
    <w:rsid w:val="00BF02FB"/>
    <w:rsid w:val="00C01E43"/>
    <w:rsid w:val="00C05778"/>
    <w:rsid w:val="00C14702"/>
    <w:rsid w:val="00C220EA"/>
    <w:rsid w:val="00C56CBF"/>
    <w:rsid w:val="00C70EE7"/>
    <w:rsid w:val="00C72FEE"/>
    <w:rsid w:val="00C94006"/>
    <w:rsid w:val="00CB2AE3"/>
    <w:rsid w:val="00CC04F0"/>
    <w:rsid w:val="00CC2D8E"/>
    <w:rsid w:val="00CD5243"/>
    <w:rsid w:val="00CE0FE1"/>
    <w:rsid w:val="00CF68FD"/>
    <w:rsid w:val="00D05D86"/>
    <w:rsid w:val="00D22B49"/>
    <w:rsid w:val="00D406CE"/>
    <w:rsid w:val="00D524B0"/>
    <w:rsid w:val="00DA0F18"/>
    <w:rsid w:val="00DB341D"/>
    <w:rsid w:val="00DB5D13"/>
    <w:rsid w:val="00DC3D73"/>
    <w:rsid w:val="00DC6FD5"/>
    <w:rsid w:val="00DE35CC"/>
    <w:rsid w:val="00DF2E94"/>
    <w:rsid w:val="00DF53F6"/>
    <w:rsid w:val="00DF797C"/>
    <w:rsid w:val="00E029F6"/>
    <w:rsid w:val="00E02CA4"/>
    <w:rsid w:val="00E249C1"/>
    <w:rsid w:val="00E27C22"/>
    <w:rsid w:val="00E34760"/>
    <w:rsid w:val="00E35FD4"/>
    <w:rsid w:val="00E63878"/>
    <w:rsid w:val="00E73240"/>
    <w:rsid w:val="00E95404"/>
    <w:rsid w:val="00EA205F"/>
    <w:rsid w:val="00EB1DC7"/>
    <w:rsid w:val="00EE1E82"/>
    <w:rsid w:val="00EE4186"/>
    <w:rsid w:val="00EF49A5"/>
    <w:rsid w:val="00F10B64"/>
    <w:rsid w:val="00F15CEF"/>
    <w:rsid w:val="00F23939"/>
    <w:rsid w:val="00F427AA"/>
    <w:rsid w:val="00F44A22"/>
    <w:rsid w:val="00F45750"/>
    <w:rsid w:val="00F777CE"/>
    <w:rsid w:val="00FC15A3"/>
    <w:rsid w:val="00FC232A"/>
    <w:rsid w:val="00FC324F"/>
    <w:rsid w:val="00FE668B"/>
    <w:rsid w:val="00FE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48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Таловского муниципального  района</vt:lpstr>
    </vt:vector>
  </TitlesOfParts>
  <Company/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Таловского муниципального  района</dc:title>
  <dc:subject/>
  <dc:creator>Паринова Евгения Сергеевна</dc:creator>
  <cp:keywords/>
  <cp:lastModifiedBy>Tishansk1</cp:lastModifiedBy>
  <cp:revision>15</cp:revision>
  <cp:lastPrinted>2024-02-28T08:41:00Z</cp:lastPrinted>
  <dcterms:created xsi:type="dcterms:W3CDTF">2024-01-16T11:06:00Z</dcterms:created>
  <dcterms:modified xsi:type="dcterms:W3CDTF">2024-02-28T08:41:00Z</dcterms:modified>
</cp:coreProperties>
</file>