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4A0" w:rsidRPr="003827BB" w:rsidRDefault="003A54A0" w:rsidP="003A54A0">
      <w:pPr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3827BB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65E59D40" wp14:editId="34CE8E05">
            <wp:extent cx="676275" cy="800100"/>
            <wp:effectExtent l="19050" t="19050" r="28575" b="190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3A54A0" w:rsidRPr="003827BB" w:rsidRDefault="003A54A0" w:rsidP="003A54A0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3827BB">
        <w:rPr>
          <w:rFonts w:ascii="Times New Roman" w:hAnsi="Times New Roman"/>
          <w:b/>
          <w:bCs/>
          <w:sz w:val="28"/>
          <w:szCs w:val="28"/>
        </w:rPr>
        <w:t>АДМИНИСТРАЦИЯ</w:t>
      </w:r>
    </w:p>
    <w:p w:rsidR="003A54A0" w:rsidRPr="003827BB" w:rsidRDefault="008C5F11" w:rsidP="003A54A0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3827BB">
        <w:rPr>
          <w:rFonts w:ascii="Times New Roman" w:hAnsi="Times New Roman"/>
          <w:b/>
          <w:bCs/>
          <w:sz w:val="28"/>
          <w:szCs w:val="28"/>
        </w:rPr>
        <w:t xml:space="preserve">ТИШАНСКОГО </w:t>
      </w:r>
      <w:r w:rsidR="003A54A0" w:rsidRPr="003827BB">
        <w:rPr>
          <w:rFonts w:ascii="Times New Roman" w:hAnsi="Times New Roman"/>
          <w:b/>
          <w:bCs/>
          <w:sz w:val="28"/>
          <w:szCs w:val="28"/>
        </w:rPr>
        <w:t>СЕЛЬСКОГО ПОСЕЛЕНИЯ</w:t>
      </w:r>
    </w:p>
    <w:p w:rsidR="003A54A0" w:rsidRPr="003827BB" w:rsidRDefault="003A54A0" w:rsidP="003A54A0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3827BB">
        <w:rPr>
          <w:rFonts w:ascii="Times New Roman" w:hAnsi="Times New Roman"/>
          <w:b/>
          <w:bCs/>
          <w:sz w:val="28"/>
          <w:szCs w:val="28"/>
        </w:rPr>
        <w:t>ТАЛОВСКОГО МУНИЦИПАЛЬНОГО РАЙОНА</w:t>
      </w:r>
    </w:p>
    <w:p w:rsidR="003A54A0" w:rsidRPr="003827BB" w:rsidRDefault="003A54A0" w:rsidP="003A54A0">
      <w:pPr>
        <w:tabs>
          <w:tab w:val="center" w:pos="5102"/>
          <w:tab w:val="left" w:pos="7350"/>
        </w:tabs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3827BB">
        <w:rPr>
          <w:rFonts w:ascii="Times New Roman" w:hAnsi="Times New Roman"/>
          <w:b/>
          <w:bCs/>
          <w:sz w:val="28"/>
          <w:szCs w:val="28"/>
        </w:rPr>
        <w:t>ВОРОНЕЖСКОЙ ОБЛАСТИ</w:t>
      </w:r>
    </w:p>
    <w:p w:rsidR="003A54A0" w:rsidRPr="003827BB" w:rsidRDefault="003A54A0" w:rsidP="003A54A0">
      <w:pPr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3A54A0" w:rsidRPr="003827BB" w:rsidRDefault="003A54A0" w:rsidP="003A54A0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827BB">
        <w:rPr>
          <w:rFonts w:ascii="Times New Roman" w:hAnsi="Times New Roman"/>
          <w:b/>
          <w:sz w:val="28"/>
          <w:szCs w:val="28"/>
        </w:rPr>
        <w:t>ПОСТАНОВЛЕНИЕ</w:t>
      </w:r>
    </w:p>
    <w:p w:rsidR="00241434" w:rsidRPr="003827BB" w:rsidRDefault="00241434" w:rsidP="00241434">
      <w:pPr>
        <w:tabs>
          <w:tab w:val="left" w:pos="708"/>
          <w:tab w:val="center" w:pos="4677"/>
          <w:tab w:val="left" w:pos="4710"/>
          <w:tab w:val="right" w:pos="9355"/>
        </w:tabs>
        <w:rPr>
          <w:rFonts w:ascii="Times New Roman" w:eastAsia="Calibri" w:hAnsi="Times New Roman"/>
          <w:sz w:val="28"/>
          <w:szCs w:val="28"/>
          <w:lang w:eastAsia="en-US"/>
        </w:rPr>
      </w:pPr>
    </w:p>
    <w:p w:rsidR="00995A38" w:rsidRPr="003827BB" w:rsidRDefault="00241434" w:rsidP="00F52DB8">
      <w:pPr>
        <w:tabs>
          <w:tab w:val="left" w:pos="708"/>
          <w:tab w:val="center" w:pos="4677"/>
          <w:tab w:val="right" w:pos="9355"/>
        </w:tabs>
        <w:rPr>
          <w:rFonts w:ascii="Times New Roman" w:eastAsia="Calibri" w:hAnsi="Times New Roman"/>
          <w:sz w:val="28"/>
          <w:szCs w:val="28"/>
          <w:lang w:eastAsia="en-US"/>
        </w:rPr>
      </w:pPr>
      <w:r w:rsidRPr="003827BB">
        <w:rPr>
          <w:rFonts w:ascii="Times New Roman" w:eastAsia="Calibri" w:hAnsi="Times New Roman"/>
          <w:sz w:val="28"/>
          <w:szCs w:val="28"/>
          <w:lang w:eastAsia="en-US"/>
        </w:rPr>
        <w:t xml:space="preserve">от </w:t>
      </w:r>
      <w:r w:rsidR="008C5F11" w:rsidRPr="003827BB">
        <w:rPr>
          <w:rFonts w:ascii="Times New Roman" w:eastAsia="Calibri" w:hAnsi="Times New Roman"/>
          <w:sz w:val="28"/>
          <w:szCs w:val="28"/>
          <w:lang w:eastAsia="en-US"/>
        </w:rPr>
        <w:t>«16» октября</w:t>
      </w:r>
      <w:r w:rsidRPr="003827BB">
        <w:rPr>
          <w:rFonts w:ascii="Times New Roman" w:eastAsia="Calibri" w:hAnsi="Times New Roman"/>
          <w:sz w:val="28"/>
          <w:szCs w:val="28"/>
          <w:lang w:eastAsia="en-US"/>
        </w:rPr>
        <w:t xml:space="preserve"> 2024 года № </w:t>
      </w:r>
      <w:r w:rsidR="008C5F11" w:rsidRPr="003827BB">
        <w:rPr>
          <w:rFonts w:ascii="Times New Roman" w:eastAsia="Calibri" w:hAnsi="Times New Roman"/>
          <w:sz w:val="28"/>
          <w:szCs w:val="28"/>
          <w:lang w:eastAsia="en-US"/>
        </w:rPr>
        <w:t>57</w:t>
      </w:r>
    </w:p>
    <w:p w:rsidR="00995A38" w:rsidRPr="003827BB" w:rsidRDefault="008C5F11" w:rsidP="00F52DB8">
      <w:pPr>
        <w:tabs>
          <w:tab w:val="left" w:pos="708"/>
          <w:tab w:val="center" w:pos="4677"/>
          <w:tab w:val="right" w:pos="9355"/>
        </w:tabs>
        <w:rPr>
          <w:rFonts w:ascii="Times New Roman" w:eastAsia="Calibri" w:hAnsi="Times New Roman"/>
          <w:sz w:val="28"/>
          <w:szCs w:val="28"/>
          <w:lang w:eastAsia="en-US"/>
        </w:rPr>
      </w:pPr>
      <w:r w:rsidRPr="003827BB">
        <w:rPr>
          <w:rFonts w:ascii="Times New Roman" w:eastAsia="Calibri" w:hAnsi="Times New Roman"/>
          <w:sz w:val="28"/>
          <w:szCs w:val="28"/>
          <w:lang w:eastAsia="en-US"/>
        </w:rPr>
        <w:t>с. Верхняя Тишанка</w:t>
      </w:r>
    </w:p>
    <w:p w:rsidR="00995A38" w:rsidRPr="003827BB" w:rsidRDefault="00995A38" w:rsidP="00F52DB8">
      <w:pPr>
        <w:tabs>
          <w:tab w:val="left" w:pos="1425"/>
        </w:tabs>
        <w:ind w:right="5574"/>
        <w:rPr>
          <w:rFonts w:ascii="Times New Roman" w:hAnsi="Times New Roman"/>
          <w:sz w:val="28"/>
          <w:szCs w:val="28"/>
          <w:lang w:eastAsia="x-none"/>
        </w:rPr>
      </w:pPr>
    </w:p>
    <w:p w:rsidR="00A4264D" w:rsidRPr="003827BB" w:rsidRDefault="000F683C" w:rsidP="008C5F11">
      <w:pPr>
        <w:pStyle w:val="a6"/>
        <w:tabs>
          <w:tab w:val="clear" w:pos="4536"/>
          <w:tab w:val="left" w:pos="708"/>
          <w:tab w:val="center" w:pos="5103"/>
          <w:tab w:val="center" w:pos="5529"/>
        </w:tabs>
        <w:ind w:right="4818" w:firstLine="0"/>
        <w:rPr>
          <w:rFonts w:ascii="Times New Roman" w:hAnsi="Times New Roman"/>
          <w:b/>
          <w:szCs w:val="28"/>
          <w:lang w:val="ru-RU"/>
        </w:rPr>
      </w:pPr>
      <w:bookmarkStart w:id="0" w:name="_GoBack"/>
      <w:proofErr w:type="gramStart"/>
      <w:r>
        <w:rPr>
          <w:rFonts w:ascii="Times New Roman" w:hAnsi="Times New Roman"/>
          <w:b/>
          <w:szCs w:val="28"/>
          <w:lang w:val="ru-RU"/>
        </w:rPr>
        <w:t>«</w:t>
      </w:r>
      <w:r w:rsidR="00FC19DC" w:rsidRPr="003827BB">
        <w:rPr>
          <w:rFonts w:ascii="Times New Roman" w:hAnsi="Times New Roman"/>
          <w:b/>
          <w:szCs w:val="28"/>
        </w:rPr>
        <w:t xml:space="preserve">О внесении изменений в постановление администрации </w:t>
      </w:r>
      <w:r w:rsidR="008C5F11" w:rsidRPr="003827BB">
        <w:rPr>
          <w:rFonts w:ascii="Times New Roman" w:hAnsi="Times New Roman"/>
          <w:b/>
          <w:szCs w:val="28"/>
          <w:lang w:val="ru-RU"/>
        </w:rPr>
        <w:t xml:space="preserve">Тишанского </w:t>
      </w:r>
      <w:r w:rsidR="00FC19DC" w:rsidRPr="003827BB">
        <w:rPr>
          <w:rFonts w:ascii="Times New Roman" w:hAnsi="Times New Roman"/>
          <w:b/>
          <w:szCs w:val="28"/>
        </w:rPr>
        <w:t xml:space="preserve">сельского поселения Таловского муниципального </w:t>
      </w:r>
      <w:r w:rsidR="008C5F11" w:rsidRPr="003827BB">
        <w:rPr>
          <w:rFonts w:ascii="Times New Roman" w:hAnsi="Times New Roman"/>
          <w:b/>
          <w:szCs w:val="28"/>
        </w:rPr>
        <w:t xml:space="preserve">района Воронежской области от </w:t>
      </w:r>
      <w:r w:rsidR="008C5F11" w:rsidRPr="003827BB">
        <w:rPr>
          <w:rFonts w:ascii="Times New Roman" w:hAnsi="Times New Roman"/>
          <w:b/>
          <w:szCs w:val="28"/>
          <w:lang w:val="ru-RU"/>
        </w:rPr>
        <w:t>19</w:t>
      </w:r>
      <w:r w:rsidR="00FC19DC" w:rsidRPr="003827BB">
        <w:rPr>
          <w:rFonts w:ascii="Times New Roman" w:hAnsi="Times New Roman"/>
          <w:b/>
          <w:szCs w:val="28"/>
        </w:rPr>
        <w:t>.12.2023</w:t>
      </w:r>
      <w:r w:rsidR="008C5F11" w:rsidRPr="003827BB">
        <w:rPr>
          <w:rFonts w:ascii="Times New Roman" w:hAnsi="Times New Roman"/>
          <w:b/>
          <w:szCs w:val="28"/>
          <w:lang w:val="ru-RU"/>
        </w:rPr>
        <w:t xml:space="preserve"> </w:t>
      </w:r>
      <w:r w:rsidR="00FC19DC" w:rsidRPr="003827BB">
        <w:rPr>
          <w:rFonts w:ascii="Times New Roman" w:hAnsi="Times New Roman"/>
          <w:b/>
          <w:szCs w:val="28"/>
        </w:rPr>
        <w:t>г. № 72 «</w:t>
      </w:r>
      <w:r w:rsidR="008C5F11" w:rsidRPr="003827BB">
        <w:rPr>
          <w:rFonts w:ascii="Times New Roman" w:hAnsi="Times New Roman"/>
          <w:b/>
          <w:szCs w:val="28"/>
        </w:rPr>
        <w:t>Об утверждении административного регламента Тишанского сельского поселения Таловского муниципального района по предоставлению муниципальной услуги «Перераспределение земель и (или) земельных участков, находящихся в муниципальной собственности или муниципальная собственность на которые не разграничена и земельных участков, находящихся в частной собственности»</w:t>
      </w:r>
      <w:r w:rsidR="00A6260D" w:rsidRPr="003827BB">
        <w:rPr>
          <w:rFonts w:ascii="Times New Roman" w:hAnsi="Times New Roman"/>
          <w:b/>
          <w:bCs/>
          <w:szCs w:val="28"/>
          <w:lang w:val="ru-RU"/>
        </w:rPr>
        <w:t>»</w:t>
      </w:r>
      <w:r>
        <w:rPr>
          <w:rFonts w:ascii="Times New Roman" w:hAnsi="Times New Roman"/>
          <w:b/>
          <w:szCs w:val="28"/>
          <w:lang w:val="ru-RU"/>
        </w:rPr>
        <w:t>»</w:t>
      </w:r>
      <w:proofErr w:type="gramEnd"/>
    </w:p>
    <w:bookmarkEnd w:id="0"/>
    <w:p w:rsidR="003325ED" w:rsidRPr="003827BB" w:rsidRDefault="003325ED" w:rsidP="00F52DB8">
      <w:pPr>
        <w:pStyle w:val="Title"/>
        <w:jc w:val="both"/>
        <w:rPr>
          <w:rFonts w:ascii="Times New Roman" w:hAnsi="Times New Roman" w:cs="Times New Roman"/>
          <w:sz w:val="28"/>
          <w:szCs w:val="28"/>
        </w:rPr>
      </w:pPr>
    </w:p>
    <w:p w:rsidR="00FC19DC" w:rsidRPr="003827BB" w:rsidRDefault="00FC19DC" w:rsidP="00FC19DC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proofErr w:type="gramStart"/>
      <w:r w:rsidRPr="003827BB">
        <w:rPr>
          <w:rFonts w:ascii="Times New Roman" w:hAnsi="Times New Roman"/>
          <w:sz w:val="28"/>
          <w:szCs w:val="28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3827BB">
        <w:rPr>
          <w:rStyle w:val="FontStyle18"/>
          <w:sz w:val="28"/>
          <w:szCs w:val="28"/>
        </w:rPr>
        <w:t>,</w:t>
      </w:r>
      <w:r w:rsidRPr="003827BB">
        <w:rPr>
          <w:rFonts w:ascii="Times New Roman" w:hAnsi="Times New Roman"/>
          <w:sz w:val="28"/>
          <w:szCs w:val="28"/>
        </w:rPr>
        <w:t xml:space="preserve"> </w:t>
      </w:r>
      <w:r w:rsidRPr="003827BB">
        <w:rPr>
          <w:rFonts w:ascii="Times New Roman" w:eastAsiaTheme="minorHAnsi" w:hAnsi="Times New Roman"/>
          <w:sz w:val="28"/>
          <w:szCs w:val="28"/>
          <w:lang w:eastAsia="en-US"/>
        </w:rPr>
        <w:t>от 22.07.2024 № 194-ФЗ «О внесении изменений в Земельный кодекс Российской Федерации», от 08.07.2024 № 172-ФЗ «О внесении изменений в статьи 2 и 5 Федерального закона «Об организации предоставления государственных и муниципальных услуг»</w:t>
      </w:r>
      <w:r w:rsidRPr="003827BB">
        <w:rPr>
          <w:rFonts w:ascii="Times New Roman" w:hAnsi="Times New Roman"/>
          <w:sz w:val="28"/>
          <w:szCs w:val="28"/>
        </w:rPr>
        <w:t>, от 08.06.2020</w:t>
      </w:r>
      <w:proofErr w:type="gramEnd"/>
      <w:r w:rsidRPr="003827BB">
        <w:rPr>
          <w:rFonts w:ascii="Times New Roman" w:hAnsi="Times New Roman"/>
          <w:sz w:val="28"/>
          <w:szCs w:val="28"/>
        </w:rPr>
        <w:t xml:space="preserve"> № 168-ФЗ «О едином федеральном информационном регистре, содержащем сведения о населении Российской Федерации», Уставом </w:t>
      </w:r>
      <w:r w:rsidR="008C5F11" w:rsidRPr="003827BB">
        <w:rPr>
          <w:rFonts w:ascii="Times New Roman" w:hAnsi="Times New Roman"/>
          <w:sz w:val="28"/>
          <w:szCs w:val="28"/>
        </w:rPr>
        <w:t xml:space="preserve">Тишанского </w:t>
      </w:r>
      <w:r w:rsidRPr="003827BB">
        <w:rPr>
          <w:rFonts w:ascii="Times New Roman" w:hAnsi="Times New Roman"/>
          <w:sz w:val="28"/>
          <w:szCs w:val="28"/>
        </w:rPr>
        <w:t xml:space="preserve">сельского поселения Таловского муниципального района Воронежской области администрация </w:t>
      </w:r>
      <w:r w:rsidR="008C5F11" w:rsidRPr="003827BB">
        <w:rPr>
          <w:rFonts w:ascii="Times New Roman" w:hAnsi="Times New Roman"/>
          <w:sz w:val="28"/>
          <w:szCs w:val="28"/>
        </w:rPr>
        <w:lastRenderedPageBreak/>
        <w:t xml:space="preserve">Тишанского </w:t>
      </w:r>
      <w:r w:rsidRPr="003827BB">
        <w:rPr>
          <w:rFonts w:ascii="Times New Roman" w:hAnsi="Times New Roman"/>
          <w:sz w:val="28"/>
          <w:szCs w:val="28"/>
        </w:rPr>
        <w:t>сельского поселения Таловского муниципального района Воронежской области</w:t>
      </w:r>
    </w:p>
    <w:p w:rsidR="0073200C" w:rsidRPr="003827BB" w:rsidRDefault="0073200C" w:rsidP="00F52DB8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</w:p>
    <w:p w:rsidR="0073200C" w:rsidRPr="003827BB" w:rsidRDefault="003A54A0" w:rsidP="003A54A0">
      <w:pPr>
        <w:ind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3827BB">
        <w:rPr>
          <w:rFonts w:ascii="Times New Roman" w:hAnsi="Times New Roman"/>
          <w:b/>
          <w:bCs/>
          <w:sz w:val="28"/>
          <w:szCs w:val="28"/>
        </w:rPr>
        <w:t>ПОСТАНОВЛЯЕТ</w:t>
      </w:r>
      <w:r w:rsidR="0073200C" w:rsidRPr="003827BB">
        <w:rPr>
          <w:rFonts w:ascii="Times New Roman" w:hAnsi="Times New Roman"/>
          <w:b/>
          <w:bCs/>
          <w:sz w:val="28"/>
          <w:szCs w:val="28"/>
        </w:rPr>
        <w:t>:</w:t>
      </w:r>
    </w:p>
    <w:p w:rsidR="0073200C" w:rsidRPr="003827BB" w:rsidRDefault="0073200C" w:rsidP="00F52DB8">
      <w:pPr>
        <w:ind w:firstLine="709"/>
        <w:outlineLvl w:val="0"/>
        <w:rPr>
          <w:rFonts w:ascii="Times New Roman" w:hAnsi="Times New Roman"/>
          <w:bCs/>
          <w:sz w:val="28"/>
          <w:szCs w:val="28"/>
        </w:rPr>
      </w:pPr>
    </w:p>
    <w:p w:rsidR="006A4097" w:rsidRPr="003827BB" w:rsidRDefault="006A4097" w:rsidP="006A4097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3827BB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FC19DC" w:rsidRPr="003827BB">
        <w:rPr>
          <w:rFonts w:ascii="Times New Roman" w:hAnsi="Times New Roman"/>
          <w:sz w:val="28"/>
          <w:szCs w:val="28"/>
        </w:rPr>
        <w:t xml:space="preserve">Внести в административный регламент администрации </w:t>
      </w:r>
      <w:r w:rsidR="008C5F11" w:rsidRPr="003827BB">
        <w:rPr>
          <w:rFonts w:ascii="Times New Roman" w:hAnsi="Times New Roman"/>
          <w:sz w:val="28"/>
          <w:szCs w:val="28"/>
        </w:rPr>
        <w:t xml:space="preserve">Тишанского </w:t>
      </w:r>
      <w:r w:rsidR="00FC19DC" w:rsidRPr="003827BB">
        <w:rPr>
          <w:rFonts w:ascii="Times New Roman" w:hAnsi="Times New Roman"/>
          <w:sz w:val="28"/>
          <w:szCs w:val="28"/>
        </w:rPr>
        <w:t>сельского поселения Таловского муниципального района Воронежской области по предоставлению муниципальной услуги «</w:t>
      </w:r>
      <w:r w:rsidR="008C5F11" w:rsidRPr="003827BB">
        <w:rPr>
          <w:rFonts w:ascii="Times New Roman" w:hAnsi="Times New Roman"/>
          <w:sz w:val="28"/>
          <w:szCs w:val="28"/>
        </w:rPr>
        <w:t>Об утверждении административного регламента Тишанского сельского поселения Таловского муниципального района по предоставлению муниципальной услуги «Перераспределение земель и (или) земельных участков, находящихся в муниципальной собственности или муниципальная собственность на которые не разграничена и земельных участков, находящихся в частной собственности»</w:t>
      </w:r>
      <w:r w:rsidR="00FC19DC" w:rsidRPr="003827BB">
        <w:rPr>
          <w:rFonts w:ascii="Times New Roman" w:hAnsi="Times New Roman"/>
          <w:sz w:val="28"/>
          <w:szCs w:val="28"/>
        </w:rPr>
        <w:t>, Таловского муниципального района Воронежской области</w:t>
      </w:r>
      <w:proofErr w:type="gramEnd"/>
      <w:r w:rsidR="003A54A0" w:rsidRPr="003827BB">
        <w:rPr>
          <w:rFonts w:ascii="Times New Roman" w:hAnsi="Times New Roman"/>
          <w:sz w:val="28"/>
          <w:szCs w:val="28"/>
        </w:rPr>
        <w:t>,</w:t>
      </w:r>
      <w:r w:rsidR="00FC19DC" w:rsidRPr="003827B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C19DC" w:rsidRPr="003827BB">
        <w:rPr>
          <w:rFonts w:ascii="Times New Roman" w:hAnsi="Times New Roman"/>
          <w:sz w:val="28"/>
          <w:szCs w:val="28"/>
        </w:rPr>
        <w:t>утвержденный</w:t>
      </w:r>
      <w:proofErr w:type="gramEnd"/>
      <w:r w:rsidR="00FC19DC" w:rsidRPr="003827BB">
        <w:rPr>
          <w:rFonts w:ascii="Times New Roman" w:hAnsi="Times New Roman"/>
          <w:sz w:val="28"/>
          <w:szCs w:val="28"/>
        </w:rPr>
        <w:t xml:space="preserve"> постановлением администрации </w:t>
      </w:r>
      <w:r w:rsidR="008C5F11" w:rsidRPr="003827BB">
        <w:rPr>
          <w:rFonts w:ascii="Times New Roman" w:hAnsi="Times New Roman"/>
          <w:sz w:val="28"/>
          <w:szCs w:val="28"/>
        </w:rPr>
        <w:t>Тишанского сельского поселения от 19</w:t>
      </w:r>
      <w:r w:rsidR="00FC19DC" w:rsidRPr="003827BB">
        <w:rPr>
          <w:rFonts w:ascii="Times New Roman" w:hAnsi="Times New Roman"/>
          <w:sz w:val="28"/>
          <w:szCs w:val="28"/>
        </w:rPr>
        <w:t>.12.2023г. № 72 следующие изменения</w:t>
      </w:r>
      <w:r w:rsidR="003B0367" w:rsidRPr="003827BB">
        <w:rPr>
          <w:rFonts w:ascii="Times New Roman" w:hAnsi="Times New Roman"/>
          <w:sz w:val="28"/>
          <w:szCs w:val="28"/>
        </w:rPr>
        <w:t>:</w:t>
      </w:r>
      <w:r w:rsidRPr="003827BB">
        <w:rPr>
          <w:rFonts w:ascii="Times New Roman" w:hAnsi="Times New Roman"/>
          <w:sz w:val="28"/>
          <w:szCs w:val="28"/>
        </w:rPr>
        <w:t xml:space="preserve"> </w:t>
      </w:r>
    </w:p>
    <w:p w:rsidR="006A4097" w:rsidRPr="003827BB" w:rsidRDefault="006A4097" w:rsidP="0060085C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3827BB">
        <w:rPr>
          <w:rFonts w:ascii="Times New Roman" w:hAnsi="Times New Roman"/>
          <w:sz w:val="28"/>
          <w:szCs w:val="28"/>
        </w:rPr>
        <w:t xml:space="preserve">1.1. </w:t>
      </w:r>
      <w:r w:rsidR="00FC19DC" w:rsidRPr="003827BB">
        <w:rPr>
          <w:rFonts w:ascii="Times New Roman" w:hAnsi="Times New Roman"/>
          <w:sz w:val="28"/>
          <w:szCs w:val="28"/>
        </w:rPr>
        <w:t xml:space="preserve">В названии и по всему тексту постановления </w:t>
      </w:r>
      <w:proofErr w:type="gramStart"/>
      <w:r w:rsidR="00FC19DC" w:rsidRPr="003827BB">
        <w:rPr>
          <w:rFonts w:ascii="Times New Roman" w:hAnsi="Times New Roman"/>
          <w:sz w:val="28"/>
          <w:szCs w:val="28"/>
        </w:rPr>
        <w:t>слова</w:t>
      </w:r>
      <w:proofErr w:type="gramEnd"/>
      <w:r w:rsidR="00FC19DC" w:rsidRPr="003827BB">
        <w:rPr>
          <w:rFonts w:ascii="Times New Roman" w:hAnsi="Times New Roman"/>
          <w:sz w:val="28"/>
          <w:szCs w:val="28"/>
        </w:rPr>
        <w:t xml:space="preserve"> «или муниципальная собственность на </w:t>
      </w:r>
      <w:proofErr w:type="gramStart"/>
      <w:r w:rsidR="00FC19DC" w:rsidRPr="003827BB">
        <w:rPr>
          <w:rFonts w:ascii="Times New Roman" w:hAnsi="Times New Roman"/>
          <w:sz w:val="28"/>
          <w:szCs w:val="28"/>
        </w:rPr>
        <w:t>которые</w:t>
      </w:r>
      <w:proofErr w:type="gramEnd"/>
      <w:r w:rsidR="00FC19DC" w:rsidRPr="003827BB">
        <w:rPr>
          <w:rFonts w:ascii="Times New Roman" w:hAnsi="Times New Roman"/>
          <w:sz w:val="28"/>
          <w:szCs w:val="28"/>
        </w:rPr>
        <w:t xml:space="preserve"> не разграничена» исключить в соответствующих падежах.</w:t>
      </w:r>
    </w:p>
    <w:p w:rsidR="0018298B" w:rsidRPr="003827BB" w:rsidRDefault="0018298B" w:rsidP="0060085C">
      <w:pPr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3827BB">
        <w:rPr>
          <w:rFonts w:ascii="Times New Roman" w:hAnsi="Times New Roman"/>
          <w:sz w:val="28"/>
          <w:szCs w:val="28"/>
          <w:shd w:val="clear" w:color="auto" w:fill="FFFFFF"/>
        </w:rPr>
        <w:t xml:space="preserve">2. </w:t>
      </w:r>
      <w:r w:rsidR="003A54A0" w:rsidRPr="003827BB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со дня его официального </w:t>
      </w:r>
      <w:r w:rsidR="00C56E85" w:rsidRPr="003827BB">
        <w:rPr>
          <w:rFonts w:ascii="Times New Roman" w:hAnsi="Times New Roman"/>
          <w:sz w:val="28"/>
          <w:szCs w:val="28"/>
        </w:rPr>
        <w:t>обнародования</w:t>
      </w:r>
      <w:r w:rsidRPr="003827BB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591AD5" w:rsidRPr="003827BB" w:rsidRDefault="00591AD5" w:rsidP="00F52DB8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241434" w:rsidRPr="003827BB" w:rsidRDefault="008C5F11" w:rsidP="0024143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827BB">
        <w:rPr>
          <w:rFonts w:ascii="Times New Roman" w:hAnsi="Times New Roman"/>
          <w:sz w:val="28"/>
          <w:szCs w:val="28"/>
        </w:rPr>
        <w:t>Глава Тишанского</w:t>
      </w:r>
      <w:r w:rsidR="00241434" w:rsidRPr="003827BB">
        <w:rPr>
          <w:rFonts w:ascii="Times New Roman" w:hAnsi="Times New Roman"/>
          <w:sz w:val="28"/>
          <w:szCs w:val="28"/>
        </w:rPr>
        <w:t xml:space="preserve">      </w:t>
      </w:r>
    </w:p>
    <w:p w:rsidR="00F52DB8" w:rsidRPr="003827BB" w:rsidRDefault="00241434" w:rsidP="0024143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827BB">
        <w:rPr>
          <w:rFonts w:ascii="Times New Roman" w:hAnsi="Times New Roman"/>
          <w:sz w:val="28"/>
          <w:szCs w:val="28"/>
        </w:rPr>
        <w:t>сельского поселения</w:t>
      </w:r>
      <w:r w:rsidRPr="003827BB">
        <w:rPr>
          <w:rFonts w:ascii="Times New Roman" w:hAnsi="Times New Roman"/>
          <w:sz w:val="28"/>
          <w:szCs w:val="28"/>
        </w:rPr>
        <w:tab/>
      </w:r>
      <w:r w:rsidRPr="003827BB">
        <w:rPr>
          <w:rFonts w:ascii="Times New Roman" w:hAnsi="Times New Roman"/>
          <w:sz w:val="28"/>
          <w:szCs w:val="28"/>
        </w:rPr>
        <w:tab/>
      </w:r>
      <w:r w:rsidRPr="003827BB">
        <w:rPr>
          <w:rFonts w:ascii="Times New Roman" w:hAnsi="Times New Roman"/>
          <w:sz w:val="28"/>
          <w:szCs w:val="28"/>
        </w:rPr>
        <w:tab/>
        <w:t xml:space="preserve">              </w:t>
      </w:r>
      <w:r w:rsidR="008C5F11" w:rsidRPr="003827BB">
        <w:rPr>
          <w:rFonts w:ascii="Times New Roman" w:hAnsi="Times New Roman"/>
          <w:sz w:val="28"/>
          <w:szCs w:val="28"/>
        </w:rPr>
        <w:t xml:space="preserve">                     А.Н. Казьмин</w:t>
      </w:r>
    </w:p>
    <w:p w:rsidR="00AE399C" w:rsidRPr="003827BB" w:rsidRDefault="00AE399C" w:rsidP="0024143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sectPr w:rsidR="00AE399C" w:rsidRPr="003827BB" w:rsidSect="00F52DB8"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952" w:rsidRDefault="00EC5952" w:rsidP="00077EA3">
      <w:r>
        <w:separator/>
      </w:r>
    </w:p>
  </w:endnote>
  <w:endnote w:type="continuationSeparator" w:id="0">
    <w:p w:rsidR="00EC5952" w:rsidRDefault="00EC5952" w:rsidP="00077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952" w:rsidRDefault="00EC5952" w:rsidP="00077EA3">
      <w:r>
        <w:separator/>
      </w:r>
    </w:p>
  </w:footnote>
  <w:footnote w:type="continuationSeparator" w:id="0">
    <w:p w:rsidR="00EC5952" w:rsidRDefault="00EC5952" w:rsidP="00077E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09C"/>
    <w:rsid w:val="0000564E"/>
    <w:rsid w:val="00022318"/>
    <w:rsid w:val="00027C6E"/>
    <w:rsid w:val="000345F7"/>
    <w:rsid w:val="00036CDC"/>
    <w:rsid w:val="000372AE"/>
    <w:rsid w:val="00043893"/>
    <w:rsid w:val="00045D92"/>
    <w:rsid w:val="0005001A"/>
    <w:rsid w:val="0005464E"/>
    <w:rsid w:val="00056730"/>
    <w:rsid w:val="00061D13"/>
    <w:rsid w:val="00062586"/>
    <w:rsid w:val="000720C9"/>
    <w:rsid w:val="00077EA3"/>
    <w:rsid w:val="00082844"/>
    <w:rsid w:val="00095646"/>
    <w:rsid w:val="000A70A7"/>
    <w:rsid w:val="000B6B69"/>
    <w:rsid w:val="000C5BB8"/>
    <w:rsid w:val="000E5245"/>
    <w:rsid w:val="000F0901"/>
    <w:rsid w:val="000F1963"/>
    <w:rsid w:val="000F31EC"/>
    <w:rsid w:val="000F683C"/>
    <w:rsid w:val="000F6B7E"/>
    <w:rsid w:val="00101696"/>
    <w:rsid w:val="001042EE"/>
    <w:rsid w:val="001115A3"/>
    <w:rsid w:val="00127CA6"/>
    <w:rsid w:val="0014330B"/>
    <w:rsid w:val="00154E39"/>
    <w:rsid w:val="0016082C"/>
    <w:rsid w:val="001656EA"/>
    <w:rsid w:val="00171E2F"/>
    <w:rsid w:val="00174967"/>
    <w:rsid w:val="00176FC9"/>
    <w:rsid w:val="0018298B"/>
    <w:rsid w:val="00185FBB"/>
    <w:rsid w:val="001A3712"/>
    <w:rsid w:val="001B1313"/>
    <w:rsid w:val="001B1EA8"/>
    <w:rsid w:val="001C4AF3"/>
    <w:rsid w:val="001D5CFA"/>
    <w:rsid w:val="001F31CB"/>
    <w:rsid w:val="002027EF"/>
    <w:rsid w:val="00205845"/>
    <w:rsid w:val="002144B6"/>
    <w:rsid w:val="00217D3D"/>
    <w:rsid w:val="002371AC"/>
    <w:rsid w:val="0023769C"/>
    <w:rsid w:val="00241434"/>
    <w:rsid w:val="00245280"/>
    <w:rsid w:val="0025436C"/>
    <w:rsid w:val="002564FD"/>
    <w:rsid w:val="002624C4"/>
    <w:rsid w:val="00273467"/>
    <w:rsid w:val="00274A47"/>
    <w:rsid w:val="00294A17"/>
    <w:rsid w:val="002952F0"/>
    <w:rsid w:val="002A061C"/>
    <w:rsid w:val="002A12C4"/>
    <w:rsid w:val="002A7389"/>
    <w:rsid w:val="002B2CFD"/>
    <w:rsid w:val="002D2F53"/>
    <w:rsid w:val="002D6DFB"/>
    <w:rsid w:val="002F29D7"/>
    <w:rsid w:val="00304BB8"/>
    <w:rsid w:val="00311C63"/>
    <w:rsid w:val="00315EC0"/>
    <w:rsid w:val="00317D1E"/>
    <w:rsid w:val="00327878"/>
    <w:rsid w:val="003325ED"/>
    <w:rsid w:val="00343074"/>
    <w:rsid w:val="00363E17"/>
    <w:rsid w:val="0037031D"/>
    <w:rsid w:val="003754C0"/>
    <w:rsid w:val="00377349"/>
    <w:rsid w:val="003809B1"/>
    <w:rsid w:val="003827BB"/>
    <w:rsid w:val="003A54A0"/>
    <w:rsid w:val="003B0367"/>
    <w:rsid w:val="003B2554"/>
    <w:rsid w:val="003D02D6"/>
    <w:rsid w:val="003D4D7E"/>
    <w:rsid w:val="003F5E21"/>
    <w:rsid w:val="00402E8C"/>
    <w:rsid w:val="0040531C"/>
    <w:rsid w:val="004172D7"/>
    <w:rsid w:val="00423FF3"/>
    <w:rsid w:val="0043277A"/>
    <w:rsid w:val="00441F3D"/>
    <w:rsid w:val="00444B01"/>
    <w:rsid w:val="00451F26"/>
    <w:rsid w:val="0045278C"/>
    <w:rsid w:val="0045413E"/>
    <w:rsid w:val="004547F3"/>
    <w:rsid w:val="004559DE"/>
    <w:rsid w:val="004748D9"/>
    <w:rsid w:val="00482128"/>
    <w:rsid w:val="004A192D"/>
    <w:rsid w:val="004B0811"/>
    <w:rsid w:val="004B2823"/>
    <w:rsid w:val="004B40FA"/>
    <w:rsid w:val="004C71EB"/>
    <w:rsid w:val="004D3B01"/>
    <w:rsid w:val="004D3E41"/>
    <w:rsid w:val="004E0EC6"/>
    <w:rsid w:val="00502B37"/>
    <w:rsid w:val="00506F6E"/>
    <w:rsid w:val="005249AE"/>
    <w:rsid w:val="00544952"/>
    <w:rsid w:val="00554C12"/>
    <w:rsid w:val="00555B50"/>
    <w:rsid w:val="00556692"/>
    <w:rsid w:val="005638BD"/>
    <w:rsid w:val="005802F2"/>
    <w:rsid w:val="005850E3"/>
    <w:rsid w:val="00591AD5"/>
    <w:rsid w:val="005B0E08"/>
    <w:rsid w:val="005B190C"/>
    <w:rsid w:val="005C220D"/>
    <w:rsid w:val="005E2D30"/>
    <w:rsid w:val="005F01EC"/>
    <w:rsid w:val="005F1932"/>
    <w:rsid w:val="0060085C"/>
    <w:rsid w:val="006033F5"/>
    <w:rsid w:val="00603DA8"/>
    <w:rsid w:val="006069AF"/>
    <w:rsid w:val="00612995"/>
    <w:rsid w:val="00620450"/>
    <w:rsid w:val="0062539A"/>
    <w:rsid w:val="00625697"/>
    <w:rsid w:val="00630748"/>
    <w:rsid w:val="00633725"/>
    <w:rsid w:val="00634342"/>
    <w:rsid w:val="00640950"/>
    <w:rsid w:val="006672FD"/>
    <w:rsid w:val="00667D4A"/>
    <w:rsid w:val="006858D1"/>
    <w:rsid w:val="006A3D5F"/>
    <w:rsid w:val="006A4097"/>
    <w:rsid w:val="006A66B0"/>
    <w:rsid w:val="006A6955"/>
    <w:rsid w:val="006A6DB9"/>
    <w:rsid w:val="006B2301"/>
    <w:rsid w:val="006B23C4"/>
    <w:rsid w:val="006B282A"/>
    <w:rsid w:val="006B5EA3"/>
    <w:rsid w:val="006C53F6"/>
    <w:rsid w:val="006D7BFE"/>
    <w:rsid w:val="006E1F35"/>
    <w:rsid w:val="006E6FD3"/>
    <w:rsid w:val="006F04EF"/>
    <w:rsid w:val="00701663"/>
    <w:rsid w:val="0072527D"/>
    <w:rsid w:val="0072709C"/>
    <w:rsid w:val="0073200C"/>
    <w:rsid w:val="00755557"/>
    <w:rsid w:val="007560CF"/>
    <w:rsid w:val="0076312C"/>
    <w:rsid w:val="00775A0F"/>
    <w:rsid w:val="00777DA9"/>
    <w:rsid w:val="007854C6"/>
    <w:rsid w:val="007A0082"/>
    <w:rsid w:val="007C6B60"/>
    <w:rsid w:val="007D02AA"/>
    <w:rsid w:val="007E20E1"/>
    <w:rsid w:val="007E5DFF"/>
    <w:rsid w:val="008001E4"/>
    <w:rsid w:val="00807151"/>
    <w:rsid w:val="00817534"/>
    <w:rsid w:val="0082388A"/>
    <w:rsid w:val="0082518C"/>
    <w:rsid w:val="00831C13"/>
    <w:rsid w:val="008571B7"/>
    <w:rsid w:val="0086643B"/>
    <w:rsid w:val="008671F5"/>
    <w:rsid w:val="008724A2"/>
    <w:rsid w:val="00880AB6"/>
    <w:rsid w:val="008A3CD6"/>
    <w:rsid w:val="008B2151"/>
    <w:rsid w:val="008B670A"/>
    <w:rsid w:val="008B7195"/>
    <w:rsid w:val="008C1FF5"/>
    <w:rsid w:val="008C5CC7"/>
    <w:rsid w:val="008C5F11"/>
    <w:rsid w:val="008D565B"/>
    <w:rsid w:val="008D5A9A"/>
    <w:rsid w:val="008E0865"/>
    <w:rsid w:val="008E1DBC"/>
    <w:rsid w:val="008E7C3D"/>
    <w:rsid w:val="008F0578"/>
    <w:rsid w:val="008F369F"/>
    <w:rsid w:val="0091384B"/>
    <w:rsid w:val="009222C4"/>
    <w:rsid w:val="009235D2"/>
    <w:rsid w:val="0092767E"/>
    <w:rsid w:val="0093510B"/>
    <w:rsid w:val="00937A39"/>
    <w:rsid w:val="00943DE6"/>
    <w:rsid w:val="0094456F"/>
    <w:rsid w:val="00951DB7"/>
    <w:rsid w:val="00956A80"/>
    <w:rsid w:val="00970D2D"/>
    <w:rsid w:val="009772A6"/>
    <w:rsid w:val="00987BB8"/>
    <w:rsid w:val="00995A38"/>
    <w:rsid w:val="009A4C93"/>
    <w:rsid w:val="009E149D"/>
    <w:rsid w:val="009F4E4E"/>
    <w:rsid w:val="00A14B9C"/>
    <w:rsid w:val="00A17E6E"/>
    <w:rsid w:val="00A23FA4"/>
    <w:rsid w:val="00A3596E"/>
    <w:rsid w:val="00A37A7E"/>
    <w:rsid w:val="00A4264D"/>
    <w:rsid w:val="00A57CBE"/>
    <w:rsid w:val="00A6260D"/>
    <w:rsid w:val="00A71B0A"/>
    <w:rsid w:val="00A74FA7"/>
    <w:rsid w:val="00A84272"/>
    <w:rsid w:val="00A95DA5"/>
    <w:rsid w:val="00AB5D67"/>
    <w:rsid w:val="00AC29DC"/>
    <w:rsid w:val="00AC3802"/>
    <w:rsid w:val="00AC422F"/>
    <w:rsid w:val="00AD3A7C"/>
    <w:rsid w:val="00AD45A7"/>
    <w:rsid w:val="00AE399C"/>
    <w:rsid w:val="00B04E1D"/>
    <w:rsid w:val="00B13D5C"/>
    <w:rsid w:val="00B452A7"/>
    <w:rsid w:val="00B45CBA"/>
    <w:rsid w:val="00B5787E"/>
    <w:rsid w:val="00B617E7"/>
    <w:rsid w:val="00B61EE1"/>
    <w:rsid w:val="00B6359B"/>
    <w:rsid w:val="00B65C52"/>
    <w:rsid w:val="00B709A9"/>
    <w:rsid w:val="00B74D38"/>
    <w:rsid w:val="00B82741"/>
    <w:rsid w:val="00B83E30"/>
    <w:rsid w:val="00B866C9"/>
    <w:rsid w:val="00B93CEF"/>
    <w:rsid w:val="00B94283"/>
    <w:rsid w:val="00BA05C2"/>
    <w:rsid w:val="00BB245E"/>
    <w:rsid w:val="00BB2E4A"/>
    <w:rsid w:val="00BB53E1"/>
    <w:rsid w:val="00BB5D63"/>
    <w:rsid w:val="00BC04A2"/>
    <w:rsid w:val="00BD183B"/>
    <w:rsid w:val="00BE51D2"/>
    <w:rsid w:val="00BF02FB"/>
    <w:rsid w:val="00C01E43"/>
    <w:rsid w:val="00C05778"/>
    <w:rsid w:val="00C14702"/>
    <w:rsid w:val="00C220EA"/>
    <w:rsid w:val="00C23138"/>
    <w:rsid w:val="00C2783F"/>
    <w:rsid w:val="00C30C18"/>
    <w:rsid w:val="00C56CBF"/>
    <w:rsid w:val="00C56E85"/>
    <w:rsid w:val="00C6135B"/>
    <w:rsid w:val="00C70EE7"/>
    <w:rsid w:val="00C72FEE"/>
    <w:rsid w:val="00C8450C"/>
    <w:rsid w:val="00C94006"/>
    <w:rsid w:val="00CB2AE3"/>
    <w:rsid w:val="00CC04F0"/>
    <w:rsid w:val="00CC2D8E"/>
    <w:rsid w:val="00CD5243"/>
    <w:rsid w:val="00CD76CB"/>
    <w:rsid w:val="00CE0FE1"/>
    <w:rsid w:val="00CF6B05"/>
    <w:rsid w:val="00D05D86"/>
    <w:rsid w:val="00D07167"/>
    <w:rsid w:val="00D22711"/>
    <w:rsid w:val="00D22B49"/>
    <w:rsid w:val="00D406CE"/>
    <w:rsid w:val="00D524B0"/>
    <w:rsid w:val="00D53487"/>
    <w:rsid w:val="00D83B16"/>
    <w:rsid w:val="00DA0F18"/>
    <w:rsid w:val="00DB341D"/>
    <w:rsid w:val="00DB4A51"/>
    <w:rsid w:val="00DB5D13"/>
    <w:rsid w:val="00DC3D73"/>
    <w:rsid w:val="00DC6FD5"/>
    <w:rsid w:val="00DE35CC"/>
    <w:rsid w:val="00DF2E94"/>
    <w:rsid w:val="00DF53F6"/>
    <w:rsid w:val="00DF797C"/>
    <w:rsid w:val="00E029F6"/>
    <w:rsid w:val="00E02CA4"/>
    <w:rsid w:val="00E27C22"/>
    <w:rsid w:val="00E34760"/>
    <w:rsid w:val="00E35FD4"/>
    <w:rsid w:val="00E42ED2"/>
    <w:rsid w:val="00E73240"/>
    <w:rsid w:val="00E95404"/>
    <w:rsid w:val="00EA3532"/>
    <w:rsid w:val="00EB1DC7"/>
    <w:rsid w:val="00EC5952"/>
    <w:rsid w:val="00EE4186"/>
    <w:rsid w:val="00EF49A5"/>
    <w:rsid w:val="00F10B64"/>
    <w:rsid w:val="00F157A3"/>
    <w:rsid w:val="00F15CEF"/>
    <w:rsid w:val="00F23939"/>
    <w:rsid w:val="00F32BA2"/>
    <w:rsid w:val="00F44A22"/>
    <w:rsid w:val="00F45750"/>
    <w:rsid w:val="00F472CC"/>
    <w:rsid w:val="00F52DB8"/>
    <w:rsid w:val="00F544A8"/>
    <w:rsid w:val="00F60519"/>
    <w:rsid w:val="00F777CE"/>
    <w:rsid w:val="00FB5F83"/>
    <w:rsid w:val="00FC15A3"/>
    <w:rsid w:val="00FC19DC"/>
    <w:rsid w:val="00FC232A"/>
    <w:rsid w:val="00FC324F"/>
    <w:rsid w:val="00FE668B"/>
    <w:rsid w:val="00FE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39</TotalTime>
  <Pages>2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Таловского муниципального  района</vt:lpstr>
    </vt:vector>
  </TitlesOfParts>
  <Company/>
  <LinksUpToDate>false</LinksUpToDate>
  <CharactersWithSpaces>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Таловского муниципального  района</dc:title>
  <dc:subject/>
  <dc:creator>Паринова Евгения Сергеевна</dc:creator>
  <cp:keywords/>
  <cp:lastModifiedBy>Tishansk1</cp:lastModifiedBy>
  <cp:revision>16</cp:revision>
  <cp:lastPrinted>2024-10-25T06:33:00Z</cp:lastPrinted>
  <dcterms:created xsi:type="dcterms:W3CDTF">2024-03-30T10:21:00Z</dcterms:created>
  <dcterms:modified xsi:type="dcterms:W3CDTF">2024-10-28T06:47:00Z</dcterms:modified>
</cp:coreProperties>
</file>